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5FC9F209" w14:textId="77777777" w:rsidR="00590456" w:rsidRPr="0070462E" w:rsidRDefault="00590456" w:rsidP="00590456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1572234" w14:textId="77777777" w:rsidR="00590456" w:rsidRPr="0070462E" w:rsidRDefault="00590456" w:rsidP="00590456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66C8040C" w14:textId="77777777" w:rsidR="00590456" w:rsidRPr="0070462E" w:rsidRDefault="00590456" w:rsidP="00590456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podstawie pkt. </w:t>
      </w:r>
      <w:r w:rsidRPr="0070462E" w:rsidDel="009A3D4D">
        <w:rPr>
          <w:rFonts w:eastAsia="Calibri" w:cstheme="minorHAnsi"/>
          <w:bCs/>
          <w:iCs/>
          <w:szCs w:val="18"/>
        </w:rPr>
        <w:t xml:space="preserve"> </w:t>
      </w:r>
      <w:r w:rsidRPr="008478C0">
        <w:rPr>
          <w:rFonts w:eastAsia="Calibri" w:cstheme="minorHAnsi"/>
          <w:bCs/>
          <w:iCs/>
          <w:szCs w:val="18"/>
        </w:rPr>
        <w:t xml:space="preserve">9.4.2.1 – 9.4.2.14 </w:t>
      </w:r>
      <w:r w:rsidRPr="0070462E">
        <w:rPr>
          <w:rFonts w:eastAsia="Calibri" w:cstheme="minorHAnsi"/>
          <w:bCs/>
          <w:iCs/>
          <w:szCs w:val="18"/>
        </w:rPr>
        <w:t>oraz 9.4.3 Procedury Zakupów PGE Dystrybucja S.A.</w:t>
      </w:r>
      <w:r w:rsidRPr="0070462E">
        <w:rPr>
          <w:rFonts w:cstheme="minorHAnsi"/>
          <w:color w:val="000000"/>
          <w:szCs w:val="18"/>
        </w:rPr>
        <w:t xml:space="preserve">, tj. z Postępowania zakupowego wyklucza się: </w:t>
      </w:r>
    </w:p>
    <w:p w14:paraId="2250346D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79F7FAEF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39628BA6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14943DA4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60D8A5B" w14:textId="77777777" w:rsidR="00590456" w:rsidRPr="0070462E" w:rsidRDefault="00590456" w:rsidP="00590456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 xml:space="preserve">, </w:t>
      </w:r>
      <w:r w:rsidRPr="0070462E">
        <w:rPr>
          <w:rFonts w:cstheme="minorHAnsi"/>
          <w:szCs w:val="18"/>
          <w:lang w:eastAsia="pl-PL"/>
        </w:rPr>
        <w:t>osób fizycznych</w:t>
      </w:r>
      <w:r>
        <w:rPr>
          <w:rFonts w:cstheme="minorHAnsi"/>
          <w:szCs w:val="18"/>
          <w:lang w:eastAsia="pl-PL"/>
        </w:rPr>
        <w:t xml:space="preserve"> zamieszkałych w Rosji</w:t>
      </w:r>
      <w:r w:rsidRPr="0070462E">
        <w:rPr>
          <w:rFonts w:cstheme="minorHAnsi"/>
          <w:szCs w:val="18"/>
          <w:lang w:eastAsia="pl-PL"/>
        </w:rPr>
        <w:t xml:space="preserve"> lub</w:t>
      </w:r>
      <w:r>
        <w:rPr>
          <w:rFonts w:cstheme="minorHAnsi"/>
          <w:szCs w:val="18"/>
          <w:lang w:eastAsia="pl-PL"/>
        </w:rPr>
        <w:t xml:space="preserve"> osób</w:t>
      </w:r>
      <w:r w:rsidRPr="0070462E">
        <w:rPr>
          <w:rFonts w:cstheme="minorHAnsi"/>
          <w:szCs w:val="18"/>
          <w:lang w:eastAsia="pl-PL"/>
        </w:rPr>
        <w:t xml:space="preserve"> prawnych, podmiotów lub organów z siedzibą</w:t>
      </w:r>
      <w:r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>w Rosji;</w:t>
      </w:r>
    </w:p>
    <w:p w14:paraId="20818D5E" w14:textId="77777777" w:rsidR="00590456" w:rsidRPr="0070462E" w:rsidRDefault="00590456" w:rsidP="00590456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prawnych, podmiotów lub organów, do których prawa własności bezpośrednio lub pośrednio w ponad 50 % należą do</w:t>
      </w:r>
      <w:r>
        <w:rPr>
          <w:rFonts w:cstheme="minorHAnsi"/>
          <w:szCs w:val="18"/>
          <w:lang w:eastAsia="pl-PL"/>
        </w:rPr>
        <w:t xml:space="preserve"> 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</w:t>
      </w:r>
      <w:r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w lit. a) niniejszego punktu; lub</w:t>
      </w:r>
    </w:p>
    <w:p w14:paraId="25190D7E" w14:textId="77777777" w:rsidR="00590456" w:rsidRPr="0070462E" w:rsidRDefault="00590456" w:rsidP="00590456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>
        <w:rPr>
          <w:rFonts w:cstheme="minorHAnsi"/>
          <w:szCs w:val="18"/>
          <w:lang w:eastAsia="pl-PL"/>
        </w:rPr>
        <w:t xml:space="preserve"> osoby fizycznej lub prawnej,</w:t>
      </w:r>
      <w:r w:rsidRPr="0070462E">
        <w:rPr>
          <w:rFonts w:cstheme="minorHAnsi"/>
          <w:szCs w:val="18"/>
          <w:lang w:eastAsia="pl-PL"/>
        </w:rPr>
        <w:t xml:space="preserve"> podmiotu</w:t>
      </w:r>
      <w:r>
        <w:rPr>
          <w:rFonts w:cstheme="minorHAnsi"/>
          <w:szCs w:val="18"/>
          <w:lang w:eastAsia="pl-PL"/>
        </w:rPr>
        <w:t xml:space="preserve"> lub organy</w:t>
      </w:r>
      <w:r w:rsidRPr="0070462E">
        <w:rPr>
          <w:rFonts w:cstheme="minorHAnsi"/>
          <w:szCs w:val="18"/>
          <w:lang w:eastAsia="pl-PL"/>
        </w:rPr>
        <w:t>,</w:t>
      </w:r>
      <w:r>
        <w:rPr>
          <w:rFonts w:cstheme="minorHAnsi"/>
          <w:szCs w:val="18"/>
          <w:lang w:eastAsia="pl-PL"/>
        </w:rPr>
        <w:t xml:space="preserve"> o</w:t>
      </w:r>
      <w:r w:rsidRPr="0070462E">
        <w:rPr>
          <w:rFonts w:cstheme="minorHAnsi"/>
          <w:szCs w:val="18"/>
          <w:lang w:eastAsia="pl-PL"/>
        </w:rPr>
        <w:t xml:space="preserve">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4D27530B" w14:textId="77777777" w:rsidR="00590456" w:rsidRPr="0070462E" w:rsidRDefault="00590456" w:rsidP="00590456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78A9B6A4" w14:textId="77777777" w:rsidR="00590456" w:rsidRPr="0070462E" w:rsidRDefault="00590456" w:rsidP="00590456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</w:p>
    <w:p w14:paraId="21D0B621" w14:textId="77777777" w:rsidR="00590456" w:rsidRPr="0070462E" w:rsidRDefault="00590456" w:rsidP="00590456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5EE7CFE7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7E1FA86E" w14:textId="77777777" w:rsidR="00590456" w:rsidRPr="0070462E" w:rsidRDefault="00590456" w:rsidP="00590456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1F8D8A29" w14:textId="77777777" w:rsidR="00590456" w:rsidRPr="0070462E" w:rsidRDefault="00590456" w:rsidP="00590456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handlu ludźmi, o którym mowa w art. 189a Kodeksu karnego,</w:t>
      </w:r>
    </w:p>
    <w:p w14:paraId="13FA06A9" w14:textId="77777777" w:rsidR="00590456" w:rsidRPr="0070462E" w:rsidRDefault="00590456" w:rsidP="00590456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79DE4AF9" w14:textId="77777777" w:rsidR="00590456" w:rsidRPr="0070462E" w:rsidRDefault="00590456" w:rsidP="00590456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FEF1A88" w14:textId="77777777" w:rsidR="00590456" w:rsidRPr="0070462E" w:rsidRDefault="00590456" w:rsidP="00590456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72D9B8C8" w14:textId="77777777" w:rsidR="00590456" w:rsidRPr="0070462E" w:rsidRDefault="00590456" w:rsidP="00590456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2592C7A5" w14:textId="77777777" w:rsidR="00590456" w:rsidRPr="0070462E" w:rsidRDefault="00590456" w:rsidP="00590456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0B01C981" w14:textId="77777777" w:rsidR="00590456" w:rsidRPr="0070462E" w:rsidRDefault="00590456" w:rsidP="00590456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5E9C150E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24E0A6F5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71DBEB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000EBB30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502FDABB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56E71DE9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7B736349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14B4DA16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791F4D7D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40ECA9E6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523EAF33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</w:t>
      </w:r>
      <w:r w:rsidRPr="0070462E">
        <w:rPr>
          <w:rFonts w:cstheme="minorHAnsi"/>
          <w:szCs w:val="18"/>
          <w:lang w:eastAsia="pl-PL"/>
        </w:rPr>
        <w:lastRenderedPageBreak/>
        <w:t>mogło mieć istotny wpływ na decyzje podejmowane przez Zamawiającego w Postępowaniu zakupowym, lub który zataił te informacje,</w:t>
      </w:r>
    </w:p>
    <w:p w14:paraId="49D41EC7" w14:textId="77777777" w:rsidR="00590456" w:rsidRPr="0070462E" w:rsidRDefault="00590456" w:rsidP="00590456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2F147CE4" w:rsidR="002F7CC4" w:rsidRPr="0070462E" w:rsidRDefault="0070462E" w:rsidP="002F7CC4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 xml:space="preserve">: </w:t>
      </w:r>
    </w:p>
    <w:p w14:paraId="179B443D" w14:textId="459DBFBC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C9B980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19E09270" w14:textId="11B91939" w:rsidR="00EA1BF9" w:rsidRPr="0070462E" w:rsidRDefault="0070462E" w:rsidP="00EA1BF9">
      <w:pPr>
        <w:pStyle w:val="Akapitzlist"/>
        <w:spacing w:before="60"/>
        <w:ind w:left="567" w:firstLine="426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2A2E0E4A" w14:textId="10F3E822" w:rsidR="0070462E" w:rsidRPr="0070462E" w:rsidRDefault="0070462E" w:rsidP="0026648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14D7F82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006172F1" w14:textId="05E5A830" w:rsidR="0070462E" w:rsidRPr="0070462E" w:rsidRDefault="0070462E" w:rsidP="00EA1BF9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5536886D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3D08C6CF" w14:textId="77A6BB85" w:rsidR="00EA1BF9" w:rsidRPr="0070462E" w:rsidRDefault="0070462E" w:rsidP="00EA1BF9">
      <w:pPr>
        <w:pStyle w:val="Akapitzlist"/>
        <w:spacing w:before="60"/>
        <w:ind w:left="993"/>
        <w:jc w:val="both"/>
        <w:rPr>
          <w:rFonts w:cstheme="minorHAnsi"/>
          <w:bCs/>
          <w:snapToGrid w:val="0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11D3C603" w14:textId="012677F8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76076493" w14:textId="358C2689" w:rsidR="00EA1BF9" w:rsidRPr="0070462E" w:rsidRDefault="0070462E" w:rsidP="00EA1BF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</w:t>
      </w:r>
    </w:p>
    <w:p w14:paraId="015143BC" w14:textId="6819219A" w:rsidR="0070462E" w:rsidRPr="0070462E" w:rsidRDefault="0070462E" w:rsidP="00A3753A">
      <w:pPr>
        <w:ind w:left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087182EB" w14:textId="77777777" w:rsidR="00590456" w:rsidRPr="006718BC" w:rsidRDefault="00590456" w:rsidP="00590456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 w:val="20"/>
          <w:szCs w:val="20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o spełnieniu warunków udziału w postępowaniu </w:t>
      </w:r>
      <w:r w:rsidRPr="0003104A">
        <w:rPr>
          <w:rFonts w:cstheme="minorHAnsi"/>
          <w:szCs w:val="18"/>
        </w:rPr>
        <w:t xml:space="preserve">zgodnie z pkt. </w:t>
      </w:r>
      <w:r>
        <w:rPr>
          <w:rFonts w:cstheme="minorHAnsi"/>
          <w:iCs/>
          <w:color w:val="000000"/>
          <w:szCs w:val="18"/>
        </w:rPr>
        <w:t>8.16</w:t>
      </w:r>
      <w:r w:rsidRPr="0003104A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>
        <w:rPr>
          <w:rFonts w:cstheme="minorHAnsi"/>
          <w:iCs/>
          <w:color w:val="000000"/>
          <w:szCs w:val="18"/>
        </w:rPr>
        <w:t>1.1.</w:t>
      </w:r>
      <w:r w:rsidRPr="005541C0">
        <w:rPr>
          <w:rFonts w:cstheme="minorHAnsi"/>
          <w:szCs w:val="18"/>
          <w:lang w:eastAsia="pl-PL"/>
        </w:rPr>
        <w:t xml:space="preserve"> </w:t>
      </w:r>
      <w:proofErr w:type="spellStart"/>
      <w:r w:rsidRPr="005541C0">
        <w:rPr>
          <w:rFonts w:cstheme="minorHAnsi"/>
          <w:szCs w:val="18"/>
          <w:lang w:eastAsia="pl-PL"/>
        </w:rPr>
        <w:t>ppkt</w:t>
      </w:r>
      <w:proofErr w:type="spellEnd"/>
      <w:r w:rsidRPr="005541C0">
        <w:rPr>
          <w:rFonts w:cstheme="minorHAnsi"/>
          <w:szCs w:val="18"/>
          <w:lang w:eastAsia="pl-PL"/>
        </w:rPr>
        <w:t xml:space="preserve"> 5)-17) powyżej, -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eastAsia="Calibri" w:cstheme="minorHAnsi"/>
          <w:szCs w:val="18"/>
        </w:rPr>
        <w:t xml:space="preserve">w formularzu stanowiącym </w:t>
      </w:r>
      <w:r w:rsidRPr="006718BC">
        <w:rPr>
          <w:rFonts w:eastAsia="Calibri" w:cstheme="minorHAnsi"/>
          <w:b/>
          <w:sz w:val="20"/>
          <w:szCs w:val="20"/>
        </w:rPr>
        <w:t>Załącznik nr 3 do SWZ</w:t>
      </w:r>
      <w:r w:rsidRPr="006718BC">
        <w:rPr>
          <w:rFonts w:eastAsia="Calibri" w:cstheme="minorHAnsi"/>
          <w:sz w:val="20"/>
          <w:szCs w:val="20"/>
        </w:rPr>
        <w:t>);</w:t>
      </w:r>
      <w:r w:rsidRPr="006718BC">
        <w:rPr>
          <w:rFonts w:cstheme="minorHAnsi"/>
          <w:sz w:val="20"/>
          <w:szCs w:val="20"/>
        </w:rPr>
        <w:t xml:space="preserve"> </w:t>
      </w:r>
    </w:p>
    <w:p w14:paraId="05B8382F" w14:textId="77777777" w:rsidR="00590456" w:rsidRPr="0070462E" w:rsidRDefault="00590456" w:rsidP="00590456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6718BC">
        <w:rPr>
          <w:rFonts w:eastAsia="Calibri" w:cstheme="minorHAnsi"/>
          <w:b/>
          <w:sz w:val="20"/>
          <w:szCs w:val="20"/>
        </w:rPr>
        <w:t>Załącznik nr 4 do SWZ.</w:t>
      </w:r>
      <w:r w:rsidRPr="0070462E">
        <w:rPr>
          <w:rFonts w:eastAsia="Calibri" w:cstheme="minorHAnsi"/>
          <w:b/>
          <w:szCs w:val="18"/>
        </w:rPr>
        <w:t xml:space="preserve">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07500924" w14:textId="77777777" w:rsidR="00590456" w:rsidRPr="0070462E" w:rsidRDefault="00590456" w:rsidP="00590456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6718BC">
        <w:rPr>
          <w:rFonts w:eastAsia="Calibri" w:cstheme="minorHAnsi"/>
          <w:b/>
          <w:iCs/>
          <w:szCs w:val="18"/>
        </w:rPr>
        <w:t>Odpis lub informację z Krajowego Rejestru Sądowego lub z Centralnej Ewidencji i Informacji o Działalności Gospodarczej,</w:t>
      </w:r>
      <w:r w:rsidRPr="0070462E">
        <w:rPr>
          <w:rFonts w:eastAsia="Calibri" w:cstheme="minorHAnsi"/>
          <w:iCs/>
          <w:szCs w:val="18"/>
        </w:rPr>
        <w:t xml:space="preserve">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 xml:space="preserve">(w przypadku konsorcjum, przedmiotowe </w:t>
      </w:r>
      <w:r w:rsidRPr="0070462E">
        <w:rPr>
          <w:rFonts w:eastAsia="Calibri" w:cstheme="minorHAnsi"/>
          <w:i/>
          <w:iCs/>
          <w:szCs w:val="18"/>
        </w:rPr>
        <w:lastRenderedPageBreak/>
        <w:t>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47B680C" w14:textId="77777777" w:rsidR="00590456" w:rsidRPr="0070462E" w:rsidRDefault="00590456" w:rsidP="00590456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2D535027" w14:textId="77777777" w:rsidR="00590456" w:rsidRPr="0070462E" w:rsidRDefault="00590456" w:rsidP="00590456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7036C00E" w14:textId="77777777" w:rsidR="00590456" w:rsidRPr="0070462E" w:rsidRDefault="00590456" w:rsidP="00590456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7F72DBC2" w14:textId="77777777" w:rsidR="00590456" w:rsidRPr="0070462E" w:rsidRDefault="00590456" w:rsidP="00590456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74659949" w14:textId="77777777" w:rsidR="00590456" w:rsidRPr="0070462E" w:rsidRDefault="00590456" w:rsidP="00590456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78B67070" w14:textId="77777777" w:rsidR="00590456" w:rsidRPr="0070462E" w:rsidRDefault="00590456" w:rsidP="00590456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</w:t>
      </w:r>
      <w:r w:rsidRPr="0070462E">
        <w:rPr>
          <w:rFonts w:cstheme="minorHAnsi"/>
          <w:szCs w:val="18"/>
        </w:rPr>
        <w:lastRenderedPageBreak/>
        <w:t>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3DC6FE4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3.4., 3.5., 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42C8A63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wspólnego ubiegania się podmiotów o udzielenie zamówienia na podstawie zawartej umowy, każdy z Wykonawców dołącza do oferty dokumenty wymienione w pkt 2.2., 2.3., 3.3., 3.4., 3.5. i 3.6., </w:t>
      </w:r>
      <w:r w:rsidR="00CD61B7">
        <w:rPr>
          <w:rFonts w:cstheme="minorHAnsi"/>
          <w:szCs w:val="18"/>
        </w:rPr>
        <w:t xml:space="preserve">zaś podane w pkt 2.1., 2.4., </w:t>
      </w:r>
      <w:r w:rsidRPr="0070462E">
        <w:rPr>
          <w:rFonts w:cstheme="minorHAnsi"/>
          <w:szCs w:val="18"/>
        </w:rPr>
        <w:t>3.7., 3.8</w:t>
      </w:r>
      <w:r w:rsidR="00916391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>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9263F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2268B21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4A5381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711">
          <w:rPr>
            <w:noProof/>
          </w:rPr>
          <w:t>4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609AADF7" w14:textId="77777777" w:rsidR="007E7652" w:rsidRPr="00227B1C" w:rsidRDefault="007E7652" w:rsidP="007E7652">
          <w:pPr>
            <w:autoSpaceDE w:val="0"/>
            <w:autoSpaceDN w:val="0"/>
            <w:adjustRightInd w:val="0"/>
            <w:rPr>
              <w:rStyle w:val="Pogrubienie"/>
              <w:rFonts w:cstheme="minorHAnsi"/>
              <w:color w:val="000000"/>
              <w:shd w:val="clear" w:color="auto" w:fill="FDFDFD"/>
            </w:rPr>
          </w:pPr>
          <w:r w:rsidRPr="00227B1C">
            <w:rPr>
              <w:rStyle w:val="Pogrubienie"/>
              <w:rFonts w:cstheme="minorHAnsi"/>
              <w:color w:val="000000"/>
              <w:shd w:val="clear" w:color="auto" w:fill="FDFDFD"/>
            </w:rPr>
            <w:t>POST/DYS/OLD/GZ/</w:t>
          </w:r>
          <w:r>
            <w:rPr>
              <w:rStyle w:val="Pogrubienie"/>
              <w:rFonts w:cstheme="minorHAnsi"/>
              <w:color w:val="000000"/>
              <w:shd w:val="clear" w:color="auto" w:fill="FDFDFD"/>
            </w:rPr>
            <w:t>04362</w:t>
          </w:r>
          <w:r w:rsidRPr="00227B1C">
            <w:rPr>
              <w:rStyle w:val="Pogrubienie"/>
              <w:rFonts w:cstheme="minorHAnsi"/>
              <w:color w:val="000000"/>
              <w:shd w:val="clear" w:color="auto" w:fill="FDFDFD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2E8F3E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52E8F3E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bookmarkStart w:id="7" w:name="_GoBack"/>
                    <w:bookmarkEnd w:id="7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57066030">
    <w:abstractNumId w:val="18"/>
  </w:num>
  <w:num w:numId="2" w16cid:durableId="2072850239">
    <w:abstractNumId w:val="7"/>
  </w:num>
  <w:num w:numId="3" w16cid:durableId="1535733547">
    <w:abstractNumId w:val="12"/>
  </w:num>
  <w:num w:numId="4" w16cid:durableId="20977510">
    <w:abstractNumId w:val="20"/>
  </w:num>
  <w:num w:numId="5" w16cid:durableId="1660763381">
    <w:abstractNumId w:val="18"/>
  </w:num>
  <w:num w:numId="6" w16cid:durableId="1400059486">
    <w:abstractNumId w:val="18"/>
  </w:num>
  <w:num w:numId="7" w16cid:durableId="1313947113">
    <w:abstractNumId w:val="3"/>
  </w:num>
  <w:num w:numId="8" w16cid:durableId="1201017374">
    <w:abstractNumId w:val="27"/>
  </w:num>
  <w:num w:numId="9" w16cid:durableId="1364162671">
    <w:abstractNumId w:val="16"/>
  </w:num>
  <w:num w:numId="10" w16cid:durableId="1821770436">
    <w:abstractNumId w:val="4"/>
  </w:num>
  <w:num w:numId="11" w16cid:durableId="1994216731">
    <w:abstractNumId w:val="13"/>
  </w:num>
  <w:num w:numId="12" w16cid:durableId="1539783590">
    <w:abstractNumId w:val="11"/>
  </w:num>
  <w:num w:numId="13" w16cid:durableId="184291766">
    <w:abstractNumId w:val="26"/>
  </w:num>
  <w:num w:numId="14" w16cid:durableId="1455713422">
    <w:abstractNumId w:val="22"/>
  </w:num>
  <w:num w:numId="15" w16cid:durableId="1534919281">
    <w:abstractNumId w:val="15"/>
  </w:num>
  <w:num w:numId="16" w16cid:durableId="551968171">
    <w:abstractNumId w:val="9"/>
  </w:num>
  <w:num w:numId="17" w16cid:durableId="93867056">
    <w:abstractNumId w:val="5"/>
  </w:num>
  <w:num w:numId="18" w16cid:durableId="13334087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62337353">
    <w:abstractNumId w:val="0"/>
  </w:num>
  <w:num w:numId="20" w16cid:durableId="2128232276">
    <w:abstractNumId w:val="28"/>
  </w:num>
  <w:num w:numId="21" w16cid:durableId="845486887">
    <w:abstractNumId w:val="1"/>
  </w:num>
  <w:num w:numId="22" w16cid:durableId="1965693618">
    <w:abstractNumId w:val="14"/>
  </w:num>
  <w:num w:numId="23" w16cid:durableId="189077160">
    <w:abstractNumId w:val="10"/>
  </w:num>
  <w:num w:numId="24" w16cid:durableId="474764576">
    <w:abstractNumId w:val="21"/>
  </w:num>
  <w:num w:numId="25" w16cid:durableId="1338533280">
    <w:abstractNumId w:val="25"/>
  </w:num>
  <w:num w:numId="26" w16cid:durableId="140124502">
    <w:abstractNumId w:val="2"/>
  </w:num>
  <w:num w:numId="27" w16cid:durableId="54594344">
    <w:abstractNumId w:val="24"/>
  </w:num>
  <w:num w:numId="28" w16cid:durableId="1480613746">
    <w:abstractNumId w:val="23"/>
  </w:num>
  <w:num w:numId="29" w16cid:durableId="18400730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42274051">
    <w:abstractNumId w:val="19"/>
  </w:num>
  <w:num w:numId="31" w16cid:durableId="481384566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16C9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6CFB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2F7CC4"/>
    <w:rsid w:val="00303C67"/>
    <w:rsid w:val="00310CB3"/>
    <w:rsid w:val="00347E8D"/>
    <w:rsid w:val="00362C4E"/>
    <w:rsid w:val="00366FFB"/>
    <w:rsid w:val="00371A75"/>
    <w:rsid w:val="00375304"/>
    <w:rsid w:val="00375780"/>
    <w:rsid w:val="00376C7C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A16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3A7E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0456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06E5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7652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6391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5A35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7711"/>
    <w:rsid w:val="00CB2D26"/>
    <w:rsid w:val="00CB3A6F"/>
    <w:rsid w:val="00CB5CFC"/>
    <w:rsid w:val="00CD2022"/>
    <w:rsid w:val="00CD61B7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1041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1BF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7E76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SWZ.docx</dmsv2BaseFileName>
    <dmsv2BaseDisplayName xmlns="http://schemas.microsoft.com/sharepoint/v3">Załącznik nr 2 do SWZ</dmsv2BaseDisplayName>
    <dmsv2SWPP2ObjectNumber xmlns="http://schemas.microsoft.com/sharepoint/v3">POST/DYS/OLD/GZ/04362/2025                        </dmsv2SWPP2ObjectNumber>
    <dmsv2SWPP2SumMD5 xmlns="http://schemas.microsoft.com/sharepoint/v3">1346caff1d504a0ba7af9fb915b3241c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700676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23903361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00000001000700020000000000010003</dmsv2SWPP2ObjectDepartment>
    <dmsv2SWPP2ObjectName xmlns="http://schemas.microsoft.com/sharepoint/v3">Postępowanie</dmsv2SWPP2ObjectName>
    <_dlc_DocId xmlns="a19cb1c7-c5c7-46d4-85ae-d83685407bba">JEUP5JKVCYQC-1440096624-12844</_dlc_DocId>
    <_dlc_DocIdUrl xmlns="a19cb1c7-c5c7-46d4-85ae-d83685407bba">
      <Url>https://swpp2.dms.gkpge.pl/sites/41/_layouts/15/DocIdRedir.aspx?ID=JEUP5JKVCYQC-1440096624-12844</Url>
      <Description>JEUP5JKVCYQC-1440096624-12844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AFE7BD-FBCA-49BE-98E6-AEA8EDBC9E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DEBDE5-DE13-44C1-BA0E-B7E4F8613A4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BE26615-F251-404E-9D32-59EBD49A00B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125</TotalTime>
  <Pages>5</Pages>
  <Words>2817</Words>
  <Characters>16903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19681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28</cp:revision>
  <cp:lastPrinted>2024-07-15T11:21:00Z</cp:lastPrinted>
  <dcterms:created xsi:type="dcterms:W3CDTF">2025-01-15T13:15:00Z</dcterms:created>
  <dcterms:modified xsi:type="dcterms:W3CDTF">2025-12-03T12:22:00Z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a6ab0445-e5b4-495e-8920-6130cd400fe3</vt:lpwstr>
  </property>
</Properties>
</file>